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3765D" w14:textId="77777777" w:rsidR="00AC466E" w:rsidRPr="00E960BB" w:rsidRDefault="00AC466E" w:rsidP="00AC466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BA0AD3E" w14:textId="77777777" w:rsidR="00AC466E" w:rsidRPr="009C54AE" w:rsidRDefault="00AC466E" w:rsidP="00AC46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230D3F" w14:textId="5E2D5B02" w:rsidR="00AC466E" w:rsidRDefault="00AC466E" w:rsidP="0036345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C1D83">
        <w:rPr>
          <w:rFonts w:ascii="Corbel" w:hAnsi="Corbel"/>
          <w:i/>
          <w:smallCaps/>
          <w:sz w:val="24"/>
          <w:szCs w:val="24"/>
        </w:rPr>
        <w:t>2019-2022</w:t>
      </w:r>
    </w:p>
    <w:p w14:paraId="61C00F0A" w14:textId="60EA90AB" w:rsidR="00AC466E" w:rsidRPr="00EA4832" w:rsidRDefault="00AC466E" w:rsidP="00AC466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C1D83">
        <w:rPr>
          <w:rFonts w:ascii="Corbel" w:hAnsi="Corbel"/>
          <w:sz w:val="20"/>
          <w:szCs w:val="20"/>
        </w:rPr>
        <w:t>1</w:t>
      </w:r>
      <w:r w:rsidR="00363455">
        <w:rPr>
          <w:rFonts w:ascii="Corbel" w:hAnsi="Corbel"/>
          <w:sz w:val="20"/>
          <w:szCs w:val="20"/>
        </w:rPr>
        <w:t>/202</w:t>
      </w:r>
      <w:r w:rsidR="009C1D83">
        <w:rPr>
          <w:rFonts w:ascii="Corbel" w:hAnsi="Corbel"/>
          <w:sz w:val="20"/>
          <w:szCs w:val="20"/>
        </w:rPr>
        <w:t>2</w:t>
      </w:r>
    </w:p>
    <w:p w14:paraId="200DD4B7" w14:textId="77777777" w:rsidR="00A47204" w:rsidRPr="009C54AE" w:rsidRDefault="00A47204" w:rsidP="00A47204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641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997739" w14:textId="77777777" w:rsidTr="00B819C8">
        <w:tc>
          <w:tcPr>
            <w:tcW w:w="2694" w:type="dxa"/>
            <w:vAlign w:val="center"/>
          </w:tcPr>
          <w:p w14:paraId="7E27ECD9" w14:textId="77777777" w:rsidR="0085747A" w:rsidRPr="009C54AE" w:rsidRDefault="0085747A" w:rsidP="00AC4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B63844" w14:textId="77777777" w:rsidR="0085747A" w:rsidRPr="00E11090" w:rsidRDefault="00251B0B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 regionów górskich</w:t>
            </w:r>
          </w:p>
        </w:tc>
      </w:tr>
      <w:tr w:rsidR="0085747A" w:rsidRPr="009C54AE" w14:paraId="2200385B" w14:textId="77777777" w:rsidTr="00B819C8">
        <w:tc>
          <w:tcPr>
            <w:tcW w:w="2694" w:type="dxa"/>
            <w:vAlign w:val="center"/>
          </w:tcPr>
          <w:p w14:paraId="7B7F9C78" w14:textId="77777777" w:rsidR="0085747A" w:rsidRPr="009C54AE" w:rsidRDefault="0085747A" w:rsidP="00AC4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69A2B4D5" w14:textId="77777777" w:rsidR="0085747A" w:rsidRPr="00E11090" w:rsidRDefault="00251B0B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E/I/GRiL/C-1.13a</w:t>
            </w:r>
          </w:p>
        </w:tc>
      </w:tr>
      <w:tr w:rsidR="00AC466E" w:rsidRPr="009C54AE" w14:paraId="53C112BA" w14:textId="77777777" w:rsidTr="00B819C8">
        <w:tc>
          <w:tcPr>
            <w:tcW w:w="2694" w:type="dxa"/>
            <w:vAlign w:val="center"/>
          </w:tcPr>
          <w:p w14:paraId="7D7EC0E3" w14:textId="77777777" w:rsidR="00AC466E" w:rsidRPr="009C54AE" w:rsidRDefault="00AC466E" w:rsidP="00AC46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BACFC3" w14:textId="77777777" w:rsidR="00AC466E" w:rsidRPr="009C54AE" w:rsidRDefault="00AC466E" w:rsidP="00AC46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8AF66A" w14:textId="77777777" w:rsidTr="00B819C8">
        <w:tc>
          <w:tcPr>
            <w:tcW w:w="2694" w:type="dxa"/>
            <w:vAlign w:val="center"/>
          </w:tcPr>
          <w:p w14:paraId="30F84D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CE89D8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9C54AE" w14:paraId="417A137D" w14:textId="77777777" w:rsidTr="00B819C8">
        <w:tc>
          <w:tcPr>
            <w:tcW w:w="2694" w:type="dxa"/>
            <w:vAlign w:val="center"/>
          </w:tcPr>
          <w:p w14:paraId="441C1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9BB4F7" w14:textId="77777777" w:rsidR="0085747A" w:rsidRPr="00E11090" w:rsidRDefault="00251B0B" w:rsidP="00AC466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Gospodarka </w:t>
            </w:r>
            <w:r w:rsidR="00AC466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</w:t>
            </w: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egionalna i </w:t>
            </w:r>
            <w:r w:rsidR="00AC466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</w:t>
            </w: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okalna</w:t>
            </w:r>
          </w:p>
        </w:tc>
      </w:tr>
      <w:tr w:rsidR="0085747A" w:rsidRPr="009C54AE" w14:paraId="17CBE6C1" w14:textId="77777777" w:rsidTr="00B819C8">
        <w:tc>
          <w:tcPr>
            <w:tcW w:w="2694" w:type="dxa"/>
            <w:vAlign w:val="center"/>
          </w:tcPr>
          <w:p w14:paraId="034A7F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C006FBF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 stopnia</w:t>
            </w:r>
          </w:p>
        </w:tc>
      </w:tr>
      <w:tr w:rsidR="0085747A" w:rsidRPr="009C54AE" w14:paraId="5E7B6CF2" w14:textId="77777777" w:rsidTr="00B819C8">
        <w:tc>
          <w:tcPr>
            <w:tcW w:w="2694" w:type="dxa"/>
            <w:vAlign w:val="center"/>
          </w:tcPr>
          <w:p w14:paraId="046047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B59E00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9F7A3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kademicki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5A6576C1" w14:textId="77777777" w:rsidTr="00B819C8">
        <w:tc>
          <w:tcPr>
            <w:tcW w:w="2694" w:type="dxa"/>
            <w:vAlign w:val="center"/>
          </w:tcPr>
          <w:p w14:paraId="400F5F00" w14:textId="77777777" w:rsidR="0085747A" w:rsidRPr="009C54AE" w:rsidRDefault="0085747A" w:rsidP="00363455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BC49BC" w14:textId="77777777" w:rsidR="0085747A" w:rsidRPr="00E11090" w:rsidRDefault="00A47204" w:rsidP="0036345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</w:t>
            </w:r>
            <w:r w:rsidR="00E11090" w:rsidRPr="00E11090">
              <w:rPr>
                <w:rFonts w:ascii="Corbel" w:eastAsia="Times New Roman" w:hAnsi="Corbel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9C54AE" w14:paraId="3FA01422" w14:textId="77777777" w:rsidTr="00B819C8">
        <w:tc>
          <w:tcPr>
            <w:tcW w:w="2694" w:type="dxa"/>
            <w:vAlign w:val="center"/>
          </w:tcPr>
          <w:p w14:paraId="0189B291" w14:textId="77777777" w:rsidR="0085747A" w:rsidRPr="009C54AE" w:rsidRDefault="00AC466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942019" w14:textId="77777777" w:rsidR="0085747A" w:rsidRPr="00E11090" w:rsidRDefault="00E11090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0726D2F5" w14:textId="77777777" w:rsidTr="00B819C8">
        <w:tc>
          <w:tcPr>
            <w:tcW w:w="2694" w:type="dxa"/>
            <w:vAlign w:val="center"/>
          </w:tcPr>
          <w:p w14:paraId="7B3132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679E0B" w14:textId="77777777" w:rsidR="0085747A" w:rsidRPr="00E11090" w:rsidRDefault="009B4ADE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9C54AE" w14:paraId="15C1F5C3" w14:textId="77777777" w:rsidTr="00B819C8">
        <w:tc>
          <w:tcPr>
            <w:tcW w:w="2694" w:type="dxa"/>
            <w:vAlign w:val="center"/>
          </w:tcPr>
          <w:p w14:paraId="7777B5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67C373" w14:textId="77777777" w:rsidR="00923D7D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446A836C" w14:textId="77777777" w:rsidTr="00B819C8">
        <w:tc>
          <w:tcPr>
            <w:tcW w:w="2694" w:type="dxa"/>
            <w:vAlign w:val="center"/>
          </w:tcPr>
          <w:p w14:paraId="4CFDEB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87197" w14:textId="77777777" w:rsidR="0085747A" w:rsidRPr="00E11090" w:rsidRDefault="00A47204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9FD1685" w14:textId="77777777" w:rsidTr="00B819C8">
        <w:tc>
          <w:tcPr>
            <w:tcW w:w="2694" w:type="dxa"/>
            <w:vAlign w:val="center"/>
          </w:tcPr>
          <w:p w14:paraId="4540B0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C7EDDD" w14:textId="77777777" w:rsidR="0085747A" w:rsidRPr="00E11090" w:rsidRDefault="00A47204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5D55C0FC" w14:textId="77777777" w:rsidR="00AC466E" w:rsidRPr="009C54AE" w:rsidRDefault="00AC466E" w:rsidP="00AC466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DD967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561FD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B0FBC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C8350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20E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6E9BFA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9D7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FE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D3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68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11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4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A0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C3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9C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44BD9B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FB48" w14:textId="77777777" w:rsidR="00015B8F" w:rsidRPr="009C54AE" w:rsidRDefault="00E110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DB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C34F" w14:textId="77777777" w:rsidR="00015B8F" w:rsidRPr="009C54AE" w:rsidRDefault="00251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75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A9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94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80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73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78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8FDC" w14:textId="77777777" w:rsidR="00015B8F" w:rsidRPr="009C54AE" w:rsidRDefault="00251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90545A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4D811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5F1B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E7AFE2" w14:textId="59F9B55E" w:rsidR="00294518" w:rsidRDefault="00294518" w:rsidP="0029451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2C534EFD" w14:textId="77777777" w:rsidR="00294518" w:rsidRPr="00294518" w:rsidRDefault="00294518" w:rsidP="00294518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94518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94518">
        <w:rPr>
          <w:rStyle w:val="normaltextrun"/>
          <w:rFonts w:ascii="Corbel" w:hAnsi="Corbel" w:cs="Segoe UI"/>
          <w:smallCaps w:val="0"/>
          <w:szCs w:val="24"/>
        </w:rPr>
        <w:t> </w:t>
      </w:r>
      <w:r w:rsidRPr="00294518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94518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0F3DA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0BFAB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="00AC466E">
        <w:rPr>
          <w:rFonts w:ascii="Corbel" w:hAnsi="Corbel"/>
          <w:smallCaps w:val="0"/>
          <w:szCs w:val="24"/>
        </w:rPr>
        <w:t>Forma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02E26A" w14:textId="77777777" w:rsidR="00AC466E" w:rsidRDefault="00251B0B" w:rsidP="0025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1B0B">
        <w:rPr>
          <w:rFonts w:ascii="Corbel" w:hAnsi="Corbel"/>
          <w:b w:val="0"/>
          <w:smallCaps w:val="0"/>
          <w:szCs w:val="24"/>
        </w:rPr>
        <w:t xml:space="preserve">Zaliczenie </w:t>
      </w:r>
      <w:r w:rsidR="00D76862">
        <w:rPr>
          <w:rFonts w:ascii="Corbel" w:hAnsi="Corbel"/>
          <w:b w:val="0"/>
          <w:smallCaps w:val="0"/>
          <w:szCs w:val="24"/>
        </w:rPr>
        <w:t>z oceną</w:t>
      </w:r>
    </w:p>
    <w:p w14:paraId="30B4DE71" w14:textId="77777777" w:rsidR="00AC466E" w:rsidRPr="00251B0B" w:rsidRDefault="00AC466E" w:rsidP="0025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658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2C39F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AFF836" w14:textId="77777777" w:rsidTr="00745302">
        <w:tc>
          <w:tcPr>
            <w:tcW w:w="9670" w:type="dxa"/>
          </w:tcPr>
          <w:p w14:paraId="4CB7C93D" w14:textId="77777777" w:rsidR="0085747A" w:rsidRPr="00E11090" w:rsidRDefault="00251B0B" w:rsidP="000552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1B0B">
              <w:rPr>
                <w:rFonts w:ascii="Corbel" w:hAnsi="Corbel"/>
                <w:b w:val="0"/>
                <w:smallCaps w:val="0"/>
                <w:szCs w:val="24"/>
              </w:rPr>
              <w:t>Opanowane podstawowe zagadnienia z przedmiotów: polityka gospodarcza, polityka regionalna oraz planowanie i zagospodarowanie przestrzenne.</w:t>
            </w:r>
          </w:p>
        </w:tc>
      </w:tr>
    </w:tbl>
    <w:p w14:paraId="16D1FB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A2579F" w14:textId="2D93C958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F47BD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F082D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C29C9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3FFD197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51B0B" w:rsidRPr="009C54AE" w14:paraId="1703648A" w14:textId="77777777" w:rsidTr="00B72A95">
        <w:tc>
          <w:tcPr>
            <w:tcW w:w="851" w:type="dxa"/>
            <w:vAlign w:val="center"/>
          </w:tcPr>
          <w:p w14:paraId="6BC73D00" w14:textId="77777777" w:rsidR="00251B0B" w:rsidRPr="00FC1ADF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C1AD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57C277A" w14:textId="77777777" w:rsidR="00251B0B" w:rsidRPr="00FC1ADF" w:rsidRDefault="00251B0B" w:rsidP="007F5533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wyjaśnienie znaczeni</w:t>
            </w:r>
            <w:r w:rsidR="007F5533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</w:t>
            </w: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podstawowych funkcji wypełnianych przez regiony górskie;</w:t>
            </w:r>
          </w:p>
        </w:tc>
      </w:tr>
      <w:tr w:rsidR="00251B0B" w:rsidRPr="009C54AE" w14:paraId="675284BD" w14:textId="77777777" w:rsidTr="00B72A95">
        <w:tc>
          <w:tcPr>
            <w:tcW w:w="851" w:type="dxa"/>
            <w:vAlign w:val="center"/>
          </w:tcPr>
          <w:p w14:paraId="7834C737" w14:textId="77777777" w:rsidR="00251B0B" w:rsidRPr="009C54AE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BCB74F4" w14:textId="77777777" w:rsidR="00251B0B" w:rsidRPr="009C54AE" w:rsidRDefault="00FC1ADF" w:rsidP="00B72A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prezentacja powiazań funkcjonalnych pomiędzy różnymi sferami gospodarki a środowiskiem przyrodniczym regionów górskich;</w:t>
            </w:r>
          </w:p>
        </w:tc>
      </w:tr>
      <w:tr w:rsidR="00251B0B" w:rsidRPr="009C54AE" w14:paraId="60BA61A4" w14:textId="77777777" w:rsidTr="00B72A95">
        <w:tc>
          <w:tcPr>
            <w:tcW w:w="851" w:type="dxa"/>
            <w:vAlign w:val="center"/>
          </w:tcPr>
          <w:p w14:paraId="63BB272A" w14:textId="77777777" w:rsidR="00251B0B" w:rsidRPr="009C54AE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DA74AA" w14:textId="77777777" w:rsidR="00251B0B" w:rsidRPr="00FC1ADF" w:rsidRDefault="00FC1ADF" w:rsidP="00FC1ADF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wypracowanie umiejętności diagnozowania i analizowania głównych problemów rozwojowych, a także przewag konkurencyjnych regionów górskich na tle innych regionów;</w:t>
            </w:r>
          </w:p>
        </w:tc>
      </w:tr>
    </w:tbl>
    <w:p w14:paraId="6940C0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18370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7C27D6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  <w:r w:rsidR="001D7B54" w:rsidRPr="009C54AE">
        <w:rPr>
          <w:rFonts w:ascii="Corbel" w:hAnsi="Corbel"/>
          <w:sz w:val="24"/>
          <w:szCs w:val="24"/>
        </w:rPr>
        <w:t xml:space="preserve"> </w:t>
      </w:r>
    </w:p>
    <w:p w14:paraId="60044E2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C466E" w:rsidRPr="009C54AE" w14:paraId="3BFF99B1" w14:textId="77777777" w:rsidTr="0071620A">
        <w:tc>
          <w:tcPr>
            <w:tcW w:w="1701" w:type="dxa"/>
            <w:vAlign w:val="center"/>
          </w:tcPr>
          <w:p w14:paraId="20380292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755EF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D3882D2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1D48" w:rsidRPr="009C54AE" w14:paraId="49AF426D" w14:textId="77777777" w:rsidTr="00C0374C">
        <w:tc>
          <w:tcPr>
            <w:tcW w:w="1701" w:type="dxa"/>
          </w:tcPr>
          <w:p w14:paraId="57B7E840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4555CDFE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Rozpoznaje specyficzne cechy ekonomicznego rozwoju regionów górskich na tle innych regionów</w:t>
            </w:r>
            <w:r w:rsidR="00AC466E">
              <w:rPr>
                <w:rFonts w:ascii="Corbel" w:hAnsi="Corbel" w:cs="Times New Roman"/>
                <w:color w:val="auto"/>
              </w:rPr>
              <w:t>, w kontekście teorii rozwoju regionalnego</w:t>
            </w:r>
          </w:p>
        </w:tc>
        <w:tc>
          <w:tcPr>
            <w:tcW w:w="1873" w:type="dxa"/>
          </w:tcPr>
          <w:p w14:paraId="07CC74F3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 w:rsidR="00AC466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B1D48" w:rsidRPr="009C54AE" w14:paraId="06ABEAD8" w14:textId="77777777" w:rsidTr="00C0374C">
        <w:tc>
          <w:tcPr>
            <w:tcW w:w="1701" w:type="dxa"/>
          </w:tcPr>
          <w:p w14:paraId="6394399F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4873636D" w14:textId="77777777" w:rsidR="003B1D48" w:rsidRPr="00FC46DD" w:rsidRDefault="003B1D48" w:rsidP="00AC466E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Identyfikuje funkcje regionów górskich i wyjaśnia wzajemne relacje mi</w:t>
            </w:r>
            <w:r w:rsidR="00AC466E">
              <w:rPr>
                <w:rFonts w:ascii="Corbel" w:hAnsi="Corbel" w:cs="Times New Roman"/>
                <w:color w:val="auto"/>
              </w:rPr>
              <w:t>ę</w:t>
            </w:r>
            <w:r w:rsidRPr="00FC46DD">
              <w:rPr>
                <w:rFonts w:ascii="Corbel" w:hAnsi="Corbel" w:cs="Times New Roman"/>
                <w:color w:val="auto"/>
              </w:rPr>
              <w:t>dzy nimi</w:t>
            </w:r>
            <w:r w:rsidR="00AC466E">
              <w:rPr>
                <w:rFonts w:ascii="Corbel" w:hAnsi="Corbel" w:cs="Times New Roman"/>
                <w:color w:val="auto"/>
              </w:rPr>
              <w:t xml:space="preserve"> oraz przyczyny i kierunki ich zmian</w:t>
            </w:r>
          </w:p>
        </w:tc>
        <w:tc>
          <w:tcPr>
            <w:tcW w:w="1873" w:type="dxa"/>
          </w:tcPr>
          <w:p w14:paraId="0DBA1E33" w14:textId="77777777" w:rsidR="003B1D48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 w:rsidR="00AC466E">
              <w:rPr>
                <w:rFonts w:ascii="Corbel" w:hAnsi="Corbel"/>
                <w:sz w:val="24"/>
                <w:szCs w:val="24"/>
              </w:rPr>
              <w:t>6</w:t>
            </w:r>
          </w:p>
          <w:p w14:paraId="38253696" w14:textId="77777777" w:rsidR="00AC466E" w:rsidRPr="00FC46DD" w:rsidRDefault="00AC466E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3B1D48" w:rsidRPr="009C54AE" w14:paraId="17813832" w14:textId="77777777" w:rsidTr="00C0374C">
        <w:tc>
          <w:tcPr>
            <w:tcW w:w="1701" w:type="dxa"/>
          </w:tcPr>
          <w:p w14:paraId="0C5D057D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7A8358B" w14:textId="77777777" w:rsidR="003B1D48" w:rsidRPr="00FC46DD" w:rsidRDefault="003B1D48" w:rsidP="00A472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Wskazuje główne problemy rozwoju z uwzględnieniem lokalnej specyfiki obszarów górskich</w:t>
            </w:r>
            <w:r w:rsidR="00AC466E">
              <w:rPr>
                <w:rFonts w:ascii="Corbel" w:hAnsi="Corbel"/>
                <w:sz w:val="24"/>
                <w:szCs w:val="24"/>
              </w:rPr>
              <w:t xml:space="preserve"> i ich roli w wymiarze globalnym</w:t>
            </w:r>
          </w:p>
        </w:tc>
        <w:tc>
          <w:tcPr>
            <w:tcW w:w="1873" w:type="dxa"/>
          </w:tcPr>
          <w:p w14:paraId="3B1B0AFC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</w:t>
            </w:r>
            <w:r w:rsidR="00AC466E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3B1D48" w:rsidRPr="009C54AE" w14:paraId="1C8140B7" w14:textId="77777777" w:rsidTr="00C0374C">
        <w:tc>
          <w:tcPr>
            <w:tcW w:w="1701" w:type="dxa"/>
          </w:tcPr>
          <w:p w14:paraId="5355970D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1590B31B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Dobiera i analizuje dane empiryczne charakteryzujące jeden z aspektów rozwoju regionów górskich</w:t>
            </w:r>
          </w:p>
        </w:tc>
        <w:tc>
          <w:tcPr>
            <w:tcW w:w="1873" w:type="dxa"/>
          </w:tcPr>
          <w:p w14:paraId="6B33BD11" w14:textId="77777777" w:rsidR="003B1D48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K_U03</w:t>
            </w:r>
          </w:p>
          <w:p w14:paraId="3AE92019" w14:textId="77777777" w:rsidR="00AC466E" w:rsidRPr="00FC46DD" w:rsidRDefault="00AC466E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3B1D48" w:rsidRPr="009C54AE" w14:paraId="489239BF" w14:textId="77777777" w:rsidTr="00C0374C">
        <w:tc>
          <w:tcPr>
            <w:tcW w:w="1701" w:type="dxa"/>
          </w:tcPr>
          <w:p w14:paraId="259C79F5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EFF7ECC" w14:textId="77777777" w:rsidR="003B1D48" w:rsidRPr="00FC46DD" w:rsidRDefault="003B1D48" w:rsidP="00A47204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Porównuje specyficzne cechy regionów górskich w Polsce i innych państwach, przy uwzględnieniu różnych kryteriów ich delimitacji</w:t>
            </w:r>
          </w:p>
        </w:tc>
        <w:tc>
          <w:tcPr>
            <w:tcW w:w="1873" w:type="dxa"/>
          </w:tcPr>
          <w:p w14:paraId="2AB04D4D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K_U0</w:t>
            </w:r>
            <w:r w:rsidR="00AC466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1D48" w:rsidRPr="009C54AE" w14:paraId="27200BD2" w14:textId="77777777" w:rsidTr="005E6E85">
        <w:tc>
          <w:tcPr>
            <w:tcW w:w="1701" w:type="dxa"/>
          </w:tcPr>
          <w:p w14:paraId="2CBE25C3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15BB675C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Pracuje w zespole budującym odpowiedzi na pytania dotyczące różnych aspektów gospodarowania w regionach górskich</w:t>
            </w:r>
          </w:p>
        </w:tc>
        <w:tc>
          <w:tcPr>
            <w:tcW w:w="1873" w:type="dxa"/>
          </w:tcPr>
          <w:p w14:paraId="5178ECC4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</w:t>
            </w:r>
            <w:r w:rsidR="00AC466E">
              <w:rPr>
                <w:rFonts w:ascii="Corbel" w:hAnsi="Corbel"/>
                <w:sz w:val="24"/>
                <w:szCs w:val="24"/>
              </w:rPr>
              <w:t>U10</w:t>
            </w:r>
          </w:p>
        </w:tc>
      </w:tr>
      <w:tr w:rsidR="003B1D48" w:rsidRPr="009C54AE" w14:paraId="7AE289DA" w14:textId="77777777" w:rsidTr="00B72A95">
        <w:tc>
          <w:tcPr>
            <w:tcW w:w="1701" w:type="dxa"/>
          </w:tcPr>
          <w:p w14:paraId="1372515B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23A7D046" w14:textId="77777777" w:rsidR="003B1D48" w:rsidRPr="00FC46DD" w:rsidRDefault="00BF4829" w:rsidP="007C27D6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Aktywnie uczestniczy w d</w:t>
            </w:r>
            <w:r w:rsidR="003B1D48" w:rsidRPr="00FC46DD">
              <w:rPr>
                <w:rFonts w:ascii="Corbel" w:hAnsi="Corbel" w:cs="Times New Roman"/>
                <w:color w:val="auto"/>
              </w:rPr>
              <w:t>ysku</w:t>
            </w:r>
            <w:r>
              <w:rPr>
                <w:rFonts w:ascii="Corbel" w:hAnsi="Corbel" w:cs="Times New Roman"/>
                <w:color w:val="auto"/>
              </w:rPr>
              <w:t>sji</w:t>
            </w:r>
            <w:r w:rsidR="003B1D48" w:rsidRPr="00FC46DD">
              <w:rPr>
                <w:rFonts w:ascii="Corbel" w:hAnsi="Corbel" w:cs="Times New Roman"/>
                <w:color w:val="auto"/>
              </w:rPr>
              <w:t xml:space="preserve"> na temat diagnozowania i analizowania </w:t>
            </w:r>
            <w:r>
              <w:rPr>
                <w:rFonts w:ascii="Corbel" w:hAnsi="Corbel" w:cs="Times New Roman"/>
                <w:color w:val="auto"/>
              </w:rPr>
              <w:t xml:space="preserve">oraz </w:t>
            </w:r>
            <w:r w:rsidR="007C27D6">
              <w:rPr>
                <w:rFonts w:ascii="Corbel" w:hAnsi="Corbel" w:cs="Times New Roman"/>
                <w:color w:val="auto"/>
              </w:rPr>
              <w:t xml:space="preserve">projektowania </w:t>
            </w:r>
            <w:r>
              <w:rPr>
                <w:rFonts w:ascii="Corbel" w:hAnsi="Corbel" w:cs="Times New Roman"/>
                <w:color w:val="auto"/>
              </w:rPr>
              <w:t>rozwiazywa</w:t>
            </w:r>
            <w:r w:rsidR="007C27D6">
              <w:rPr>
                <w:rFonts w:ascii="Corbel" w:hAnsi="Corbel" w:cs="Times New Roman"/>
                <w:color w:val="auto"/>
              </w:rPr>
              <w:t>ń</w:t>
            </w:r>
            <w:r>
              <w:rPr>
                <w:rFonts w:ascii="Corbel" w:hAnsi="Corbel" w:cs="Times New Roman"/>
                <w:color w:val="auto"/>
              </w:rPr>
              <w:t xml:space="preserve"> głównych problemów regionów górskich.</w:t>
            </w:r>
          </w:p>
        </w:tc>
        <w:tc>
          <w:tcPr>
            <w:tcW w:w="1873" w:type="dxa"/>
          </w:tcPr>
          <w:p w14:paraId="77EDDA74" w14:textId="77777777" w:rsidR="003B1D48" w:rsidRPr="00FC46DD" w:rsidRDefault="00A47204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BF482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CF57D2" w14:textId="77777777" w:rsidR="00BF4829" w:rsidRPr="009C54AE" w:rsidRDefault="00BF48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68F53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944EB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9BC4F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5E1097D" w14:textId="77777777" w:rsidTr="00923D7D">
        <w:tc>
          <w:tcPr>
            <w:tcW w:w="9639" w:type="dxa"/>
          </w:tcPr>
          <w:p w14:paraId="23E07B2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B0B" w:rsidRPr="009C54AE" w14:paraId="37DB838D" w14:textId="77777777" w:rsidTr="00B72A95">
        <w:tc>
          <w:tcPr>
            <w:tcW w:w="9639" w:type="dxa"/>
          </w:tcPr>
          <w:p w14:paraId="5535F273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Przyczyny i kryteria delimitacji regionów górskich</w:t>
            </w:r>
          </w:p>
          <w:p w14:paraId="11A3114D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 xml:space="preserve">Charakterystyka czynników kształtujących warunki prowadzenia działalności gospodarczej i jakości życia mieszkańców; różnorodność kryteriów delimitacji; regiony górskie a obszary </w:t>
            </w:r>
            <w:r w:rsidRPr="00251B0B">
              <w:rPr>
                <w:rFonts w:ascii="Corbel" w:hAnsi="Corbel"/>
                <w:sz w:val="24"/>
                <w:szCs w:val="24"/>
              </w:rPr>
              <w:lastRenderedPageBreak/>
              <w:t>problemowe – podobieństwa i różnice</w:t>
            </w:r>
          </w:p>
        </w:tc>
      </w:tr>
      <w:tr w:rsidR="00251B0B" w:rsidRPr="009C54AE" w14:paraId="4A461BC6" w14:textId="77777777" w:rsidTr="00B72A95">
        <w:tc>
          <w:tcPr>
            <w:tcW w:w="9639" w:type="dxa"/>
          </w:tcPr>
          <w:p w14:paraId="7B52841F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lastRenderedPageBreak/>
              <w:t>Ekonomiczne funkcje regionów górskich</w:t>
            </w:r>
          </w:p>
          <w:p w14:paraId="27A3998A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Cechy i ekonomiczne uwarunkowania rozwoju rolnictwa, turystyki i gospodarki leśnej; znacznie wielofunkcyjności regionów górskich</w:t>
            </w:r>
          </w:p>
        </w:tc>
      </w:tr>
      <w:tr w:rsidR="00251B0B" w:rsidRPr="009C54AE" w14:paraId="68A4514B" w14:textId="77777777" w:rsidTr="00B72A95">
        <w:tc>
          <w:tcPr>
            <w:tcW w:w="9639" w:type="dxa"/>
          </w:tcPr>
          <w:p w14:paraId="7EA45032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Środowiskowe funkcje regionów górskich</w:t>
            </w:r>
          </w:p>
          <w:p w14:paraId="00A58322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Formy ochrony przyrody regionów górskich; funkcja hydrologiczna i ochrona krajobrazu górskiego; otoczenie instytucjonalne na rzecz rozwoju środowiskowych funkcji regionów górskich</w:t>
            </w:r>
          </w:p>
        </w:tc>
      </w:tr>
      <w:tr w:rsidR="00251B0B" w:rsidRPr="009C54AE" w14:paraId="314B4683" w14:textId="77777777" w:rsidTr="00B72A95">
        <w:tc>
          <w:tcPr>
            <w:tcW w:w="9639" w:type="dxa"/>
          </w:tcPr>
          <w:p w14:paraId="02CF8EF4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Społeczne funkcje regionów górskich</w:t>
            </w:r>
          </w:p>
          <w:p w14:paraId="6FABEA60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Migracje i problem marginalizacji regionów górskich; dochody i jakość życia mieszkańców; tożsamość kulturowa mieszkańców; instytucje działające na rzecz wzmocnienia społecznych funkcji regionów górskich</w:t>
            </w:r>
          </w:p>
        </w:tc>
      </w:tr>
      <w:tr w:rsidR="00251B0B" w:rsidRPr="009C54AE" w14:paraId="6FEAFEB1" w14:textId="77777777" w:rsidTr="00B72A95">
        <w:tc>
          <w:tcPr>
            <w:tcW w:w="9639" w:type="dxa"/>
          </w:tcPr>
          <w:p w14:paraId="2FDCCDB5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Rola turystki w rozwoju regionów górskich</w:t>
            </w:r>
          </w:p>
          <w:p w14:paraId="44CC627C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Formy turystyki górskiej; relacje między turystyką i rolnictwem górskim; turystyką a środowisko przyrodnicze</w:t>
            </w:r>
          </w:p>
        </w:tc>
      </w:tr>
      <w:tr w:rsidR="00251B0B" w:rsidRPr="009C54AE" w14:paraId="5B49E433" w14:textId="77777777" w:rsidTr="00B72A95">
        <w:tc>
          <w:tcPr>
            <w:tcW w:w="9639" w:type="dxa"/>
          </w:tcPr>
          <w:p w14:paraId="2539CFBA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Infrastruktura regionów górskich</w:t>
            </w:r>
          </w:p>
          <w:p w14:paraId="35E2DD20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Znaczenie infrastruktury w działaniach na rzecz poprawy spójności obszarów górskich; wskaźniki dostępności terytorialnej regionów górskich; wskaźniki dostępności do wybranych usług</w:t>
            </w:r>
          </w:p>
        </w:tc>
      </w:tr>
      <w:tr w:rsidR="00251B0B" w:rsidRPr="009C54AE" w14:paraId="3D29F025" w14:textId="77777777" w:rsidTr="00B72A95">
        <w:tc>
          <w:tcPr>
            <w:tcW w:w="9639" w:type="dxa"/>
          </w:tcPr>
          <w:p w14:paraId="3CC44E9F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Dobra rynkowe i dobra publiczne dostarczane przez regiony górskie</w:t>
            </w:r>
          </w:p>
          <w:p w14:paraId="5208F849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Relacje między funkcjami regionów górskich a dostarczaniem dóbr rynkowych i publicznych</w:t>
            </w:r>
          </w:p>
        </w:tc>
      </w:tr>
      <w:tr w:rsidR="00251B0B" w:rsidRPr="009C54AE" w14:paraId="01842CB6" w14:textId="77777777" w:rsidTr="00B72A95">
        <w:tc>
          <w:tcPr>
            <w:tcW w:w="9639" w:type="dxa"/>
          </w:tcPr>
          <w:p w14:paraId="0CEE9D4D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Polityka wobec regionów górskich</w:t>
            </w:r>
          </w:p>
          <w:p w14:paraId="39154EFE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Przesłanki uzasadniające potrzebę polityki „górskiej”; polityka wobec regionów górskich w wybranych państwach; rodzaje i instrumenty polityki regionalnej wobec regionów górskich</w:t>
            </w:r>
          </w:p>
        </w:tc>
      </w:tr>
      <w:tr w:rsidR="00251B0B" w:rsidRPr="009C54AE" w14:paraId="0D8B0B1E" w14:textId="77777777" w:rsidTr="00B72A95">
        <w:tc>
          <w:tcPr>
            <w:tcW w:w="9639" w:type="dxa"/>
          </w:tcPr>
          <w:p w14:paraId="46B3EBB4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Instytucje realizujące politykę wobec regionów górskich</w:t>
            </w:r>
          </w:p>
          <w:p w14:paraId="7F662AF6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Zadania i sfery wsparcia; skala działania (instytucje ponadnarodowe, państwowe, regionalne, lokalne)</w:t>
            </w:r>
          </w:p>
        </w:tc>
      </w:tr>
    </w:tbl>
    <w:p w14:paraId="2A36392B" w14:textId="77777777" w:rsidR="00BF4829" w:rsidRPr="009C54AE" w:rsidRDefault="00BF48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3BF41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1035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FC7A4" w14:textId="77777777" w:rsidR="0085747A" w:rsidRPr="000552BB" w:rsidRDefault="00251B0B" w:rsidP="00BF48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51B0B">
        <w:rPr>
          <w:rFonts w:ascii="Corbel" w:hAnsi="Corbel"/>
          <w:b w:val="0"/>
          <w:bCs/>
          <w:smallCaps w:val="0"/>
          <w:szCs w:val="24"/>
        </w:rPr>
        <w:t xml:space="preserve">Prezentacja multimedialna dotycząca tematyki kolejnych zajęć dydaktycznych; praca w kilkuosobowych zespołach nad rozwiązaniem szczegółowych problemów powiązanych z treściami merytorycznymi danych zajęć; analiza </w:t>
      </w:r>
      <w:r w:rsidR="00AE699A" w:rsidRPr="00251B0B">
        <w:rPr>
          <w:rFonts w:ascii="Corbel" w:hAnsi="Corbel"/>
          <w:b w:val="0"/>
          <w:bCs/>
          <w:smallCaps w:val="0"/>
          <w:szCs w:val="24"/>
        </w:rPr>
        <w:t xml:space="preserve">wybranych </w:t>
      </w:r>
      <w:r w:rsidRPr="00251B0B">
        <w:rPr>
          <w:rFonts w:ascii="Corbel" w:hAnsi="Corbel"/>
          <w:b w:val="0"/>
          <w:bCs/>
          <w:smallCaps w:val="0"/>
          <w:szCs w:val="24"/>
        </w:rPr>
        <w:t>przypadków, przygotowanych i prezentowanych przez dwuosobowe zespoły studentów, połączona z dyskusją.</w:t>
      </w:r>
    </w:p>
    <w:p w14:paraId="71CA9C51" w14:textId="77777777" w:rsidR="00E42495" w:rsidRDefault="00E4249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BD0B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FE21B7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43DC0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BF4829">
        <w:rPr>
          <w:rFonts w:ascii="Corbel" w:hAnsi="Corbel"/>
          <w:smallCaps w:val="0"/>
          <w:szCs w:val="24"/>
        </w:rPr>
        <w:t>uczenia się</w:t>
      </w:r>
    </w:p>
    <w:p w14:paraId="665BC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2233"/>
      </w:tblGrid>
      <w:tr w:rsidR="0085747A" w:rsidRPr="009C54AE" w14:paraId="138E950A" w14:textId="77777777" w:rsidTr="00A47204">
        <w:tc>
          <w:tcPr>
            <w:tcW w:w="1985" w:type="dxa"/>
            <w:vAlign w:val="center"/>
          </w:tcPr>
          <w:p w14:paraId="692C21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D0E1B5E" w14:textId="77777777" w:rsidR="0085747A" w:rsidRPr="00AE699A" w:rsidRDefault="00BF4829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233" w:type="dxa"/>
            <w:vAlign w:val="center"/>
          </w:tcPr>
          <w:p w14:paraId="013CC642" w14:textId="77777777" w:rsidR="0085747A" w:rsidRPr="009C54AE" w:rsidRDefault="0085747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B1D48" w:rsidRPr="009C54AE" w14:paraId="39C9D94E" w14:textId="77777777" w:rsidTr="00A47204">
        <w:tc>
          <w:tcPr>
            <w:tcW w:w="1985" w:type="dxa"/>
          </w:tcPr>
          <w:p w14:paraId="5FF869EA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</w:tcPr>
          <w:p w14:paraId="58040DB6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233" w:type="dxa"/>
          </w:tcPr>
          <w:p w14:paraId="2E8EDD3A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2939A17D" w14:textId="77777777" w:rsidTr="00A47204">
        <w:tc>
          <w:tcPr>
            <w:tcW w:w="1985" w:type="dxa"/>
          </w:tcPr>
          <w:p w14:paraId="0FA25A02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6263BBF1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kolokwium, studium przypadku</w:t>
            </w:r>
          </w:p>
        </w:tc>
        <w:tc>
          <w:tcPr>
            <w:tcW w:w="2233" w:type="dxa"/>
          </w:tcPr>
          <w:p w14:paraId="272DF5C0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4DE74367" w14:textId="77777777" w:rsidTr="00A47204">
        <w:tc>
          <w:tcPr>
            <w:tcW w:w="1985" w:type="dxa"/>
          </w:tcPr>
          <w:p w14:paraId="22F510FA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151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18FC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3CA1F0F7" w14:textId="77777777" w:rsidTr="00A47204">
        <w:tc>
          <w:tcPr>
            <w:tcW w:w="1985" w:type="dxa"/>
          </w:tcPr>
          <w:p w14:paraId="3C11A7AD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68D9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0DE0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71E69034" w14:textId="77777777" w:rsidTr="00A47204">
        <w:tc>
          <w:tcPr>
            <w:tcW w:w="1985" w:type="dxa"/>
          </w:tcPr>
          <w:p w14:paraId="2BA5FC1D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A9D9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kolokwium, 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9DFB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6307C914" w14:textId="77777777" w:rsidTr="00A47204">
        <w:tc>
          <w:tcPr>
            <w:tcW w:w="1985" w:type="dxa"/>
          </w:tcPr>
          <w:p w14:paraId="35371BEB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1E36D81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233" w:type="dxa"/>
          </w:tcPr>
          <w:p w14:paraId="390DD742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4CA7BCD6" w14:textId="77777777" w:rsidTr="00A47204">
        <w:tc>
          <w:tcPr>
            <w:tcW w:w="1985" w:type="dxa"/>
            <w:tcBorders>
              <w:bottom w:val="single" w:sz="4" w:space="0" w:color="auto"/>
            </w:tcBorders>
          </w:tcPr>
          <w:p w14:paraId="3CB9F6C2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453C38E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233" w:type="dxa"/>
          </w:tcPr>
          <w:p w14:paraId="3260F51A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A044824" w14:textId="77777777" w:rsidR="00BF4829" w:rsidRDefault="00BF482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150643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219BB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B9AE60" w14:textId="77777777" w:rsidTr="587EAC44">
        <w:tc>
          <w:tcPr>
            <w:tcW w:w="9670" w:type="dxa"/>
          </w:tcPr>
          <w:p w14:paraId="085EF67A" w14:textId="77777777" w:rsidR="00251B0B" w:rsidRPr="00D3183A" w:rsidRDefault="00251B0B" w:rsidP="00D3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podstawie: </w:t>
            </w:r>
          </w:p>
          <w:p w14:paraId="3E224EA2" w14:textId="77777777" w:rsidR="00251B0B" w:rsidRPr="00D3183A" w:rsidRDefault="00251B0B" w:rsidP="00D3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szCs w:val="24"/>
              </w:rPr>
              <w:t>- pozytywnej oceny z pracy pisemnej (kolokwium składające się z odpowiedzi na pytania o charakterze problemowym (dłuższa wypowiedź pisemna);</w:t>
            </w:r>
          </w:p>
          <w:p w14:paraId="452F6C0D" w14:textId="5CD176E6" w:rsidR="00251B0B" w:rsidRPr="00D3183A" w:rsidRDefault="00251B0B" w:rsidP="587EA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7EAC44">
              <w:rPr>
                <w:rFonts w:ascii="Corbel" w:hAnsi="Corbel"/>
                <w:b w:val="0"/>
                <w:smallCaps w:val="0"/>
              </w:rPr>
              <w:t>- przygotowani</w:t>
            </w:r>
            <w:r w:rsidR="255C68AC" w:rsidRPr="587EAC44">
              <w:rPr>
                <w:rFonts w:ascii="Corbel" w:hAnsi="Corbel"/>
                <w:b w:val="0"/>
                <w:smallCaps w:val="0"/>
              </w:rPr>
              <w:t>a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i zaprezentowani</w:t>
            </w:r>
            <w:r w:rsidR="70FCA5C2" w:rsidRPr="587EAC44">
              <w:rPr>
                <w:rFonts w:ascii="Corbel" w:hAnsi="Corbel"/>
                <w:b w:val="0"/>
                <w:smallCaps w:val="0"/>
              </w:rPr>
              <w:t>a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podczas zajęć analizy przypadku ilustrującego jeden z ważnych aspektów gospodarowania w regionach górskich (studium przypadku);</w:t>
            </w:r>
          </w:p>
          <w:p w14:paraId="47510856" w14:textId="67BAE585" w:rsidR="0085747A" w:rsidRPr="009C54AE" w:rsidRDefault="00251B0B" w:rsidP="587EA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7EAC44">
              <w:rPr>
                <w:rFonts w:ascii="Corbel" w:hAnsi="Corbel"/>
                <w:b w:val="0"/>
                <w:smallCaps w:val="0"/>
              </w:rPr>
              <w:t>- aktywnoś</w:t>
            </w:r>
            <w:r w:rsidR="6BF216D6" w:rsidRPr="587EAC44">
              <w:rPr>
                <w:rFonts w:ascii="Corbel" w:hAnsi="Corbel"/>
                <w:b w:val="0"/>
                <w:smallCaps w:val="0"/>
              </w:rPr>
              <w:t>ci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w pracy grupowej podczas ćwiczeń</w:t>
            </w:r>
            <w:r w:rsidR="3C6B239C" w:rsidRPr="587EAC4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06358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DF5C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BB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C0B4A9A" w14:textId="77777777" w:rsidTr="003E1941">
        <w:tc>
          <w:tcPr>
            <w:tcW w:w="4962" w:type="dxa"/>
            <w:vAlign w:val="center"/>
          </w:tcPr>
          <w:p w14:paraId="6E57D9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439D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F4829" w:rsidRPr="009C54AE" w14:paraId="1E7F134A" w14:textId="77777777" w:rsidTr="00923D7D">
        <w:tc>
          <w:tcPr>
            <w:tcW w:w="4962" w:type="dxa"/>
          </w:tcPr>
          <w:p w14:paraId="4839B556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EE7157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F4829" w:rsidRPr="009C54AE" w14:paraId="1A1BAC6E" w14:textId="77777777" w:rsidTr="00923D7D">
        <w:tc>
          <w:tcPr>
            <w:tcW w:w="4962" w:type="dxa"/>
          </w:tcPr>
          <w:p w14:paraId="0C13BAF4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F7D78A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14AC1E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F4829" w:rsidRPr="009C54AE" w14:paraId="5C527E34" w14:textId="77777777" w:rsidTr="00923D7D">
        <w:tc>
          <w:tcPr>
            <w:tcW w:w="4962" w:type="dxa"/>
          </w:tcPr>
          <w:p w14:paraId="32B2ADE9" w14:textId="77777777" w:rsidR="00BF4829" w:rsidRPr="009C54AE" w:rsidRDefault="00BF4829" w:rsidP="00AE69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–przygotowanie do zajęć, napisanie referatu</w:t>
            </w:r>
            <w:r>
              <w:rPr>
                <w:rFonts w:ascii="Corbel" w:hAnsi="Corbel"/>
                <w:sz w:val="24"/>
                <w:szCs w:val="24"/>
              </w:rPr>
              <w:t>, gromadzenie i analiza danych empirycznych</w:t>
            </w:r>
          </w:p>
        </w:tc>
        <w:tc>
          <w:tcPr>
            <w:tcW w:w="4677" w:type="dxa"/>
          </w:tcPr>
          <w:p w14:paraId="0BC69518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BF4829" w:rsidRPr="009C54AE" w14:paraId="4DF98B9B" w14:textId="77777777" w:rsidTr="00923D7D">
        <w:tc>
          <w:tcPr>
            <w:tcW w:w="4962" w:type="dxa"/>
          </w:tcPr>
          <w:p w14:paraId="63C06B7A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E8184F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F4829" w:rsidRPr="009C54AE" w14:paraId="5EF8B543" w14:textId="77777777" w:rsidTr="00923D7D">
        <w:tc>
          <w:tcPr>
            <w:tcW w:w="4962" w:type="dxa"/>
          </w:tcPr>
          <w:p w14:paraId="796D8B47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85180D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4EC6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3D9E4F" w14:textId="77777777" w:rsidR="00FC46DD" w:rsidRPr="009C54AE" w:rsidRDefault="00FC46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EF26D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7B321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850"/>
      </w:tblGrid>
      <w:tr w:rsidR="0085747A" w:rsidRPr="009C54AE" w14:paraId="6ECEA1CD" w14:textId="77777777" w:rsidTr="00AE699A">
        <w:trPr>
          <w:trHeight w:val="397"/>
        </w:trPr>
        <w:tc>
          <w:tcPr>
            <w:tcW w:w="4896" w:type="dxa"/>
          </w:tcPr>
          <w:p w14:paraId="3E1D4D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50" w:type="dxa"/>
          </w:tcPr>
          <w:p w14:paraId="052EC881" w14:textId="77777777" w:rsidR="0085747A" w:rsidRPr="009C54AE" w:rsidRDefault="00AE699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DADDF6" w14:textId="77777777" w:rsidTr="00AE699A">
        <w:trPr>
          <w:trHeight w:val="397"/>
        </w:trPr>
        <w:tc>
          <w:tcPr>
            <w:tcW w:w="4896" w:type="dxa"/>
          </w:tcPr>
          <w:p w14:paraId="082224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50" w:type="dxa"/>
          </w:tcPr>
          <w:p w14:paraId="20D9FD65" w14:textId="77777777" w:rsidR="0085747A" w:rsidRPr="009C54AE" w:rsidRDefault="00AE699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821125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D865B3" w14:textId="77777777" w:rsidR="00D76862" w:rsidRPr="009C54AE" w:rsidRDefault="00D7686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C252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1EE727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9C54AE" w14:paraId="44479F44" w14:textId="77777777" w:rsidTr="00AE699A">
        <w:trPr>
          <w:trHeight w:val="397"/>
        </w:trPr>
        <w:tc>
          <w:tcPr>
            <w:tcW w:w="9781" w:type="dxa"/>
          </w:tcPr>
          <w:p w14:paraId="63A9EE5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2A2301" w14:textId="77777777" w:rsidR="00E42495" w:rsidRDefault="00D3183A" w:rsidP="00AE699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Czudec A., (red.) Czynniki kształtujące konkurencyjność regionu górskiego (na przykładzie polskich Karpat), Wyd. UR Rzeszów, 2010.</w:t>
            </w:r>
          </w:p>
          <w:p w14:paraId="308DA033" w14:textId="77777777" w:rsidR="00BF4829" w:rsidRPr="009C54AE" w:rsidRDefault="00BF4829" w:rsidP="00AE699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7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Musiał W., Ekonomiczne i społeczne problemy rozwoju obszarów wiejskich Karpat Polsk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ich, IRWiR, PAN, Warszawa 2008.</w:t>
            </w:r>
          </w:p>
        </w:tc>
      </w:tr>
      <w:tr w:rsidR="0085747A" w:rsidRPr="009C54AE" w14:paraId="49CE83DE" w14:textId="77777777" w:rsidTr="00AE699A">
        <w:trPr>
          <w:trHeight w:val="397"/>
        </w:trPr>
        <w:tc>
          <w:tcPr>
            <w:tcW w:w="9781" w:type="dxa"/>
          </w:tcPr>
          <w:p w14:paraId="0AB5CC4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6A415D" w14:textId="77777777" w:rsidR="00E42495" w:rsidRPr="00A47204" w:rsidRDefault="00D3183A" w:rsidP="00AE699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7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Ostromęcki A., Czynniki warunkujące rozwój integracji pionowej w rolnictwie górskim regionu karpackiego, Zesz. Nauk. AR w Krakowie, z. 277, Kraków, 2001.</w:t>
            </w:r>
          </w:p>
          <w:p w14:paraId="365A85DF" w14:textId="77777777" w:rsidR="00D3183A" w:rsidRPr="00BF4829" w:rsidRDefault="00BF4829" w:rsidP="00AE699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Cymanow P., Ekonomiczno-społeczne następstwa migracji na obszarach górskich, Difin, Warszawa, 2018.</w:t>
            </w:r>
          </w:p>
        </w:tc>
      </w:tr>
    </w:tbl>
    <w:p w14:paraId="12A5BC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4CE1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6B4832" w14:textId="77777777" w:rsidR="000552BB" w:rsidRDefault="0085747A" w:rsidP="00AE699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552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9DE030" w14:textId="77777777" w:rsidR="006D1455" w:rsidRDefault="006D1455" w:rsidP="00C16ABF">
      <w:pPr>
        <w:spacing w:after="0" w:line="240" w:lineRule="auto"/>
      </w:pPr>
      <w:r>
        <w:separator/>
      </w:r>
    </w:p>
  </w:endnote>
  <w:endnote w:type="continuationSeparator" w:id="0">
    <w:p w14:paraId="3153A01B" w14:textId="77777777" w:rsidR="006D1455" w:rsidRDefault="006D14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E0F607" w14:textId="77777777" w:rsidR="006D1455" w:rsidRDefault="006D1455" w:rsidP="00C16ABF">
      <w:pPr>
        <w:spacing w:after="0" w:line="240" w:lineRule="auto"/>
      </w:pPr>
      <w:r>
        <w:separator/>
      </w:r>
    </w:p>
  </w:footnote>
  <w:footnote w:type="continuationSeparator" w:id="0">
    <w:p w14:paraId="365D0BD5" w14:textId="77777777" w:rsidR="006D1455" w:rsidRDefault="006D1455" w:rsidP="00C16ABF">
      <w:pPr>
        <w:spacing w:after="0" w:line="240" w:lineRule="auto"/>
      </w:pPr>
      <w:r>
        <w:continuationSeparator/>
      </w:r>
    </w:p>
  </w:footnote>
  <w:footnote w:id="1">
    <w:p w14:paraId="0DC40B66" w14:textId="77777777" w:rsidR="00AC466E" w:rsidRDefault="00AC46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32696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18163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DB0558"/>
    <w:multiLevelType w:val="hybridMultilevel"/>
    <w:tmpl w:val="57781F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9F4DC4"/>
    <w:multiLevelType w:val="hybridMultilevel"/>
    <w:tmpl w:val="5B74C2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9C2E8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2BB"/>
    <w:rsid w:val="00070ED6"/>
    <w:rsid w:val="000742DC"/>
    <w:rsid w:val="00084C12"/>
    <w:rsid w:val="0009462C"/>
    <w:rsid w:val="00094B12"/>
    <w:rsid w:val="00096C46"/>
    <w:rsid w:val="000A296F"/>
    <w:rsid w:val="000A2A28"/>
    <w:rsid w:val="000A441B"/>
    <w:rsid w:val="000B1458"/>
    <w:rsid w:val="000B192D"/>
    <w:rsid w:val="000B28EE"/>
    <w:rsid w:val="000B3E37"/>
    <w:rsid w:val="000D04B0"/>
    <w:rsid w:val="000D77F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C6D7A"/>
    <w:rsid w:val="001D657B"/>
    <w:rsid w:val="001D7A41"/>
    <w:rsid w:val="001D7B54"/>
    <w:rsid w:val="001E0209"/>
    <w:rsid w:val="001F2CA2"/>
    <w:rsid w:val="002144C0"/>
    <w:rsid w:val="00220106"/>
    <w:rsid w:val="0022477D"/>
    <w:rsid w:val="002336F9"/>
    <w:rsid w:val="0024028F"/>
    <w:rsid w:val="00244ABC"/>
    <w:rsid w:val="00251B0B"/>
    <w:rsid w:val="00281FF2"/>
    <w:rsid w:val="002857DE"/>
    <w:rsid w:val="00291567"/>
    <w:rsid w:val="00294518"/>
    <w:rsid w:val="002A2389"/>
    <w:rsid w:val="002A671D"/>
    <w:rsid w:val="002B4D55"/>
    <w:rsid w:val="002B5EA0"/>
    <w:rsid w:val="002B6119"/>
    <w:rsid w:val="002C1F06"/>
    <w:rsid w:val="002C62AC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455"/>
    <w:rsid w:val="00363F78"/>
    <w:rsid w:val="003A0A5B"/>
    <w:rsid w:val="003A1176"/>
    <w:rsid w:val="003B1D48"/>
    <w:rsid w:val="003C0BAE"/>
    <w:rsid w:val="003D18A9"/>
    <w:rsid w:val="003D6CE2"/>
    <w:rsid w:val="003E1941"/>
    <w:rsid w:val="003E2FE6"/>
    <w:rsid w:val="003E49D5"/>
    <w:rsid w:val="003F09A5"/>
    <w:rsid w:val="003F38C0"/>
    <w:rsid w:val="00414E3C"/>
    <w:rsid w:val="0042244A"/>
    <w:rsid w:val="0042745A"/>
    <w:rsid w:val="00431D5C"/>
    <w:rsid w:val="004362C6"/>
    <w:rsid w:val="00437FA2"/>
    <w:rsid w:val="004558A1"/>
    <w:rsid w:val="00461EFC"/>
    <w:rsid w:val="004652C2"/>
    <w:rsid w:val="00471326"/>
    <w:rsid w:val="0047303E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0B89"/>
    <w:rsid w:val="0050496F"/>
    <w:rsid w:val="00513B6F"/>
    <w:rsid w:val="00517C63"/>
    <w:rsid w:val="005363C4"/>
    <w:rsid w:val="00536BDE"/>
    <w:rsid w:val="00543ACC"/>
    <w:rsid w:val="0057332F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1455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27D6"/>
    <w:rsid w:val="007C3299"/>
    <w:rsid w:val="007C3BCC"/>
    <w:rsid w:val="007D6E56"/>
    <w:rsid w:val="007F3539"/>
    <w:rsid w:val="007F4155"/>
    <w:rsid w:val="007F5533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82A"/>
    <w:rsid w:val="00916188"/>
    <w:rsid w:val="00923D7D"/>
    <w:rsid w:val="009508DF"/>
    <w:rsid w:val="00950DAC"/>
    <w:rsid w:val="00954A07"/>
    <w:rsid w:val="00997F14"/>
    <w:rsid w:val="009A78D9"/>
    <w:rsid w:val="009B4ADE"/>
    <w:rsid w:val="009C1D83"/>
    <w:rsid w:val="009C3E31"/>
    <w:rsid w:val="009C54AE"/>
    <w:rsid w:val="009C788E"/>
    <w:rsid w:val="009E3B41"/>
    <w:rsid w:val="009F3C5C"/>
    <w:rsid w:val="009F4610"/>
    <w:rsid w:val="009F7A33"/>
    <w:rsid w:val="00A00ECC"/>
    <w:rsid w:val="00A155EE"/>
    <w:rsid w:val="00A2245B"/>
    <w:rsid w:val="00A30110"/>
    <w:rsid w:val="00A36899"/>
    <w:rsid w:val="00A371F6"/>
    <w:rsid w:val="00A43BF6"/>
    <w:rsid w:val="00A47204"/>
    <w:rsid w:val="00A54817"/>
    <w:rsid w:val="00A601C8"/>
    <w:rsid w:val="00A60799"/>
    <w:rsid w:val="00A97DE1"/>
    <w:rsid w:val="00AB053C"/>
    <w:rsid w:val="00AC3910"/>
    <w:rsid w:val="00AC466E"/>
    <w:rsid w:val="00AD1146"/>
    <w:rsid w:val="00AD27D3"/>
    <w:rsid w:val="00AD66D6"/>
    <w:rsid w:val="00AE1160"/>
    <w:rsid w:val="00AE203C"/>
    <w:rsid w:val="00AE2E74"/>
    <w:rsid w:val="00AE5FCB"/>
    <w:rsid w:val="00AE699A"/>
    <w:rsid w:val="00AF2C1E"/>
    <w:rsid w:val="00B05717"/>
    <w:rsid w:val="00B06142"/>
    <w:rsid w:val="00B135B1"/>
    <w:rsid w:val="00B1630E"/>
    <w:rsid w:val="00B3130B"/>
    <w:rsid w:val="00B40ADB"/>
    <w:rsid w:val="00B43B77"/>
    <w:rsid w:val="00B43E80"/>
    <w:rsid w:val="00B607DB"/>
    <w:rsid w:val="00B66529"/>
    <w:rsid w:val="00B72A95"/>
    <w:rsid w:val="00B75946"/>
    <w:rsid w:val="00B8056E"/>
    <w:rsid w:val="00B819C8"/>
    <w:rsid w:val="00B82308"/>
    <w:rsid w:val="00BA541F"/>
    <w:rsid w:val="00BB520A"/>
    <w:rsid w:val="00BD3869"/>
    <w:rsid w:val="00BD66E9"/>
    <w:rsid w:val="00BF2C41"/>
    <w:rsid w:val="00BF4829"/>
    <w:rsid w:val="00C0374C"/>
    <w:rsid w:val="00C058B4"/>
    <w:rsid w:val="00C131B5"/>
    <w:rsid w:val="00C16ABF"/>
    <w:rsid w:val="00C170AE"/>
    <w:rsid w:val="00C26CB7"/>
    <w:rsid w:val="00C324C1"/>
    <w:rsid w:val="00C36992"/>
    <w:rsid w:val="00C56036"/>
    <w:rsid w:val="00C56AE2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183A"/>
    <w:rsid w:val="00D352C9"/>
    <w:rsid w:val="00D425B2"/>
    <w:rsid w:val="00D552B2"/>
    <w:rsid w:val="00D608D1"/>
    <w:rsid w:val="00D74119"/>
    <w:rsid w:val="00D76862"/>
    <w:rsid w:val="00D8075B"/>
    <w:rsid w:val="00D8678B"/>
    <w:rsid w:val="00DA2114"/>
    <w:rsid w:val="00DE09C0"/>
    <w:rsid w:val="00DF320D"/>
    <w:rsid w:val="00DF605A"/>
    <w:rsid w:val="00DF71C8"/>
    <w:rsid w:val="00E11090"/>
    <w:rsid w:val="00E129B8"/>
    <w:rsid w:val="00E21E7D"/>
    <w:rsid w:val="00E22A5F"/>
    <w:rsid w:val="00E22FBC"/>
    <w:rsid w:val="00E24BF5"/>
    <w:rsid w:val="00E25338"/>
    <w:rsid w:val="00E42495"/>
    <w:rsid w:val="00E51E44"/>
    <w:rsid w:val="00E61487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51E4"/>
    <w:rsid w:val="00F47BD5"/>
    <w:rsid w:val="00F526AF"/>
    <w:rsid w:val="00F617C3"/>
    <w:rsid w:val="00F7066B"/>
    <w:rsid w:val="00F83B28"/>
    <w:rsid w:val="00FB7DBA"/>
    <w:rsid w:val="00FC1ADF"/>
    <w:rsid w:val="00FC1C25"/>
    <w:rsid w:val="00FC3F45"/>
    <w:rsid w:val="00FC46DD"/>
    <w:rsid w:val="00FC7AA2"/>
    <w:rsid w:val="00FD503F"/>
    <w:rsid w:val="00FD7589"/>
    <w:rsid w:val="00FE1064"/>
    <w:rsid w:val="00FF016A"/>
    <w:rsid w:val="00FF1401"/>
    <w:rsid w:val="00FF5E7D"/>
    <w:rsid w:val="255C68AC"/>
    <w:rsid w:val="3C6B239C"/>
    <w:rsid w:val="587EAC44"/>
    <w:rsid w:val="6BF216D6"/>
    <w:rsid w:val="70FCA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D5DBE"/>
  <w15:chartTrackingRefBased/>
  <w15:docId w15:val="{00059594-5873-48E4-BAEE-96E48AAC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6D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945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94518"/>
  </w:style>
  <w:style w:type="character" w:customStyle="1" w:styleId="spellingerror">
    <w:name w:val="spellingerror"/>
    <w:basedOn w:val="Domylnaczcionkaakapitu"/>
    <w:rsid w:val="00294518"/>
  </w:style>
  <w:style w:type="character" w:customStyle="1" w:styleId="eop">
    <w:name w:val="eop"/>
    <w:basedOn w:val="Domylnaczcionkaakapitu"/>
    <w:rsid w:val="00294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3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3336AC-BEE5-4C57-B1B6-2D19452620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3E8CF3-B18A-4396-98B4-BA57276CF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6F29E9-08A4-49EB-B73F-34E15566C8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C5CAB-EA09-48D2-A74A-2EDE231313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1067</Words>
  <Characters>6407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8</cp:revision>
  <cp:lastPrinted>2018-02-13T12:50:00Z</cp:lastPrinted>
  <dcterms:created xsi:type="dcterms:W3CDTF">2019-01-22T08:10:00Z</dcterms:created>
  <dcterms:modified xsi:type="dcterms:W3CDTF">2020-12-09T11:59:00Z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